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8D15A" w14:textId="77777777" w:rsidR="00BF63BB" w:rsidRPr="00C7734A" w:rsidRDefault="00BF63BB" w:rsidP="00BF63BB">
      <w:pPr>
        <w:pStyle w:val="berschrift1"/>
      </w:pPr>
      <w:r w:rsidRPr="00C7734A">
        <w:t>Routing</w:t>
      </w:r>
      <w:r>
        <w:t xml:space="preserve"> - </w:t>
      </w:r>
      <w:r>
        <w:br/>
        <w:t>Wie gelangt eine Nachricht vom Absender zum Empfänger?</w:t>
      </w:r>
    </w:p>
    <w:p w14:paraId="6D140AF6" w14:textId="05451E93" w:rsidR="00BF63BB" w:rsidRDefault="00BF63BB" w:rsidP="00BF63BB">
      <w:r>
        <w:t xml:space="preserve">In einer Nachricht, die im Internet versendet wird, ist die Adresse des Zielrechners eingetragen. Die Router im Internet orientieren sich an dieser Adresse, um den nächsten Router zu bestimmen, an den eine Nachricht weitergeleitet werden muss, um ihr Ziel zu erreichen. Dazu verfügt jeder Router über eine </w:t>
      </w:r>
      <w:r w:rsidRPr="0026718D">
        <w:rPr>
          <w:b/>
          <w:bCs/>
          <w:color w:val="4E6B9E"/>
        </w:rPr>
        <w:t>Routing-Tabelle</w:t>
      </w:r>
      <w:r>
        <w:t xml:space="preserve">. Aufgrund der Größe, der Dynamik und der dezentralen Struktur des Internets kann ein Router nicht für jede Adresse den vollständigen Weg zu dem entsprechenden Zielrechner speichern. In </w:t>
      </w:r>
      <w:r w:rsidRPr="0063049D">
        <w:t xml:space="preserve">der Routing-Tabelle </w:t>
      </w:r>
      <w:r>
        <w:t>ist stattdessen für eine Ziel-Adresse nur der Nachbarrouter eingetragen, an den die Nachricht weitergeleitet werden soll, um ans Ziel zu gelangen. Um diese Tabelle aktuell zu halten, wurden Routing-Algorithmen entwickelt. Die Router nutzen diese Algorithmen, um miteinander zu kommunizieren und den günstigsten Nachbarrouter für eine Zieladresse in ihre Routing-Tabelle einzutragen.</w:t>
      </w:r>
    </w:p>
    <w:p w14:paraId="34F57216" w14:textId="77777777" w:rsidR="00BF63BB" w:rsidRDefault="00BF63BB" w:rsidP="00BF63BB">
      <w:pPr>
        <w:spacing w:after="0"/>
        <w:rPr>
          <w:b/>
          <w:bCs/>
        </w:rPr>
      </w:pPr>
      <w:r w:rsidRPr="00D37D45">
        <w:rPr>
          <w:b/>
          <w:bCs/>
        </w:rPr>
        <w:t xml:space="preserve">Aufgabe 1: </w:t>
      </w:r>
    </w:p>
    <w:p w14:paraId="472683FE" w14:textId="2844560C" w:rsidR="00BF63BB" w:rsidRPr="0063049D" w:rsidRDefault="00BF63BB" w:rsidP="00BF63BB">
      <w:pPr>
        <w:pStyle w:val="Listenabsatz"/>
        <w:numPr>
          <w:ilvl w:val="0"/>
          <w:numId w:val="34"/>
        </w:numPr>
        <w:spacing w:after="0"/>
      </w:pPr>
      <w:r w:rsidRPr="0063049D">
        <w:t>Sammel</w:t>
      </w:r>
      <w:r w:rsidR="0026718D">
        <w:t>n Sie</w:t>
      </w:r>
      <w:r w:rsidRPr="0063049D">
        <w:t xml:space="preserve"> Kriterien, wovon es abhängen könnte, welcher Nachbarrouter der günstigste ist</w:t>
      </w:r>
      <w:r>
        <w:t>, damit eine Nachricht an ihr Ziel gelangt</w:t>
      </w:r>
      <w:r w:rsidRPr="0063049D">
        <w:t>.</w:t>
      </w:r>
    </w:p>
    <w:p w14:paraId="2BA2847C" w14:textId="03BD7A55" w:rsidR="00BF63BB" w:rsidRDefault="00BF63BB" w:rsidP="00BF63BB">
      <w:pPr>
        <w:pStyle w:val="Listenabsatz"/>
        <w:numPr>
          <w:ilvl w:val="0"/>
          <w:numId w:val="34"/>
        </w:numPr>
      </w:pPr>
      <w:r>
        <w:t>Vervollständige</w:t>
      </w:r>
      <w:r w:rsidR="0026718D">
        <w:t>n Sie</w:t>
      </w:r>
      <w:r>
        <w:t xml:space="preserve"> die abgebildete Routingtabelle (Tabelle 1) von Router 5 in Abbildung 1. Die Nummer welches Routers könnte hier jeweils als nächste Station für die in der Tabelle aufgeführten Ziele eingetragen werden? </w:t>
      </w:r>
      <w:r>
        <w:br/>
      </w:r>
      <w:r w:rsidRPr="00961186">
        <w:rPr>
          <w:b/>
          <w:bCs/>
        </w:rPr>
        <w:t>Hinweis</w:t>
      </w:r>
      <w:r>
        <w:rPr>
          <w:b/>
          <w:bCs/>
        </w:rPr>
        <w:t xml:space="preserve"> 1</w:t>
      </w:r>
      <w:r w:rsidRPr="00961186">
        <w:rPr>
          <w:b/>
          <w:bCs/>
        </w:rPr>
        <w:t>:</w:t>
      </w:r>
      <w:r>
        <w:t xml:space="preserve"> Verbindungen, welche viele Daten besonders schnell übertragen können, sind in Abbildung 1 dicker gezeichnet.</w:t>
      </w:r>
    </w:p>
    <w:p w14:paraId="14C16164" w14:textId="77777777" w:rsidR="00BF63BB" w:rsidRDefault="00BF63BB" w:rsidP="00BF63BB">
      <w:pPr>
        <w:pStyle w:val="Listenabsatz"/>
        <w:ind w:left="360"/>
      </w:pPr>
      <w:r w:rsidRPr="0063049D">
        <w:rPr>
          <w:b/>
          <w:bCs/>
        </w:rPr>
        <w:t>Hinweis 2:</w:t>
      </w:r>
      <w:r>
        <w:t xml:space="preserve"> Zur Vereinfachung sind hier die Benennungen aus Abbildung 1 und keine echten Internet-Adressen angegeben.</w:t>
      </w:r>
    </w:p>
    <w:tbl>
      <w:tblPr>
        <w:tblStyle w:val="Gitternetztabelle4Akzent1"/>
        <w:tblW w:w="0" w:type="auto"/>
        <w:tblInd w:w="421" w:type="dxa"/>
        <w:tblLook w:val="0420" w:firstRow="1" w:lastRow="0" w:firstColumn="0" w:lastColumn="0" w:noHBand="0" w:noVBand="1"/>
      </w:tblPr>
      <w:tblGrid>
        <w:gridCol w:w="2971"/>
        <w:gridCol w:w="2268"/>
      </w:tblGrid>
      <w:tr w:rsidR="00BF63BB" w14:paraId="36583DFB" w14:textId="77777777" w:rsidTr="0026718D">
        <w:trPr>
          <w:cnfStyle w:val="100000000000" w:firstRow="1" w:lastRow="0" w:firstColumn="0" w:lastColumn="0" w:oddVBand="0" w:evenVBand="0" w:oddHBand="0" w:evenHBand="0" w:firstRowFirstColumn="0" w:firstRowLastColumn="0" w:lastRowFirstColumn="0" w:lastRowLastColumn="0"/>
        </w:trPr>
        <w:tc>
          <w:tcPr>
            <w:tcW w:w="2971" w:type="dxa"/>
            <w:shd w:val="clear" w:color="auto" w:fill="4E6B9E"/>
          </w:tcPr>
          <w:p w14:paraId="59C1F2B9" w14:textId="77777777" w:rsidR="00BF63BB" w:rsidRDefault="00BF63BB" w:rsidP="001F48EF">
            <w:r>
              <w:t>Ziel</w:t>
            </w:r>
          </w:p>
        </w:tc>
        <w:tc>
          <w:tcPr>
            <w:tcW w:w="2268" w:type="dxa"/>
            <w:shd w:val="clear" w:color="auto" w:fill="4E6B9E"/>
          </w:tcPr>
          <w:p w14:paraId="0089824C" w14:textId="77777777" w:rsidR="00BF63BB" w:rsidRDefault="00BF63BB" w:rsidP="001F48EF">
            <w:r>
              <w:t>an Router</w:t>
            </w:r>
          </w:p>
        </w:tc>
      </w:tr>
      <w:tr w:rsidR="00BF63BB" w14:paraId="7B15E99C" w14:textId="77777777" w:rsidTr="0026718D">
        <w:trPr>
          <w:cnfStyle w:val="000000100000" w:firstRow="0" w:lastRow="0" w:firstColumn="0" w:lastColumn="0" w:oddVBand="0" w:evenVBand="0" w:oddHBand="1" w:evenHBand="0" w:firstRowFirstColumn="0" w:firstRowLastColumn="0" w:lastRowFirstColumn="0" w:lastRowLastColumn="0"/>
          <w:trHeight w:val="510"/>
        </w:trPr>
        <w:tc>
          <w:tcPr>
            <w:tcW w:w="2971" w:type="dxa"/>
          </w:tcPr>
          <w:p w14:paraId="724E8BA4" w14:textId="77777777" w:rsidR="00BF63BB" w:rsidRDefault="00BF63BB" w:rsidP="001F48EF">
            <w:r>
              <w:t>Server 1</w:t>
            </w:r>
          </w:p>
        </w:tc>
        <w:tc>
          <w:tcPr>
            <w:tcW w:w="2268" w:type="dxa"/>
          </w:tcPr>
          <w:p w14:paraId="4A50067E" w14:textId="77777777" w:rsidR="00BF63BB" w:rsidRDefault="00BF63BB" w:rsidP="001F48EF">
            <w:r>
              <w:t>2</w:t>
            </w:r>
          </w:p>
        </w:tc>
      </w:tr>
      <w:tr w:rsidR="00BF63BB" w14:paraId="448A3368" w14:textId="77777777" w:rsidTr="0026718D">
        <w:trPr>
          <w:trHeight w:val="510"/>
        </w:trPr>
        <w:tc>
          <w:tcPr>
            <w:tcW w:w="2971" w:type="dxa"/>
          </w:tcPr>
          <w:p w14:paraId="12AFFDB6" w14:textId="77777777" w:rsidR="00BF63BB" w:rsidRDefault="00BF63BB" w:rsidP="001F48EF">
            <w:r>
              <w:t>Server 4</w:t>
            </w:r>
          </w:p>
        </w:tc>
        <w:tc>
          <w:tcPr>
            <w:tcW w:w="2268" w:type="dxa"/>
          </w:tcPr>
          <w:p w14:paraId="04A4E24C" w14:textId="77777777" w:rsidR="00BF63BB" w:rsidRDefault="00BF63BB" w:rsidP="001F48EF"/>
        </w:tc>
      </w:tr>
      <w:tr w:rsidR="00BF63BB" w14:paraId="06991752" w14:textId="77777777" w:rsidTr="0026718D">
        <w:trPr>
          <w:cnfStyle w:val="000000100000" w:firstRow="0" w:lastRow="0" w:firstColumn="0" w:lastColumn="0" w:oddVBand="0" w:evenVBand="0" w:oddHBand="1" w:evenHBand="0" w:firstRowFirstColumn="0" w:firstRowLastColumn="0" w:lastRowFirstColumn="0" w:lastRowLastColumn="0"/>
          <w:trHeight w:val="510"/>
        </w:trPr>
        <w:tc>
          <w:tcPr>
            <w:tcW w:w="2971" w:type="dxa"/>
          </w:tcPr>
          <w:p w14:paraId="04E306A9" w14:textId="77777777" w:rsidR="00BF63BB" w:rsidRDefault="00BF63BB" w:rsidP="001F48EF">
            <w:r>
              <w:t>Server 5</w:t>
            </w:r>
          </w:p>
        </w:tc>
        <w:tc>
          <w:tcPr>
            <w:tcW w:w="2268" w:type="dxa"/>
          </w:tcPr>
          <w:p w14:paraId="148327C3" w14:textId="77777777" w:rsidR="00BF63BB" w:rsidRDefault="00BF63BB" w:rsidP="001F48EF"/>
        </w:tc>
      </w:tr>
      <w:tr w:rsidR="00BF63BB" w14:paraId="1524F82F" w14:textId="77777777" w:rsidTr="0026718D">
        <w:trPr>
          <w:trHeight w:val="510"/>
        </w:trPr>
        <w:tc>
          <w:tcPr>
            <w:tcW w:w="2971" w:type="dxa"/>
          </w:tcPr>
          <w:p w14:paraId="3A205019" w14:textId="77777777" w:rsidR="00BF63BB" w:rsidRDefault="00BF63BB" w:rsidP="001F48EF">
            <w:r>
              <w:t>Router des Providers X</w:t>
            </w:r>
          </w:p>
        </w:tc>
        <w:tc>
          <w:tcPr>
            <w:tcW w:w="2268" w:type="dxa"/>
          </w:tcPr>
          <w:p w14:paraId="04ADA87A" w14:textId="77777777" w:rsidR="00BF63BB" w:rsidRDefault="00BF63BB" w:rsidP="001F48EF"/>
        </w:tc>
      </w:tr>
      <w:tr w:rsidR="00BF63BB" w14:paraId="5CCD1F27" w14:textId="77777777" w:rsidTr="0026718D">
        <w:trPr>
          <w:cnfStyle w:val="000000100000" w:firstRow="0" w:lastRow="0" w:firstColumn="0" w:lastColumn="0" w:oddVBand="0" w:evenVBand="0" w:oddHBand="1" w:evenHBand="0" w:firstRowFirstColumn="0" w:firstRowLastColumn="0" w:lastRowFirstColumn="0" w:lastRowLastColumn="0"/>
          <w:trHeight w:val="510"/>
        </w:trPr>
        <w:tc>
          <w:tcPr>
            <w:tcW w:w="2971" w:type="dxa"/>
          </w:tcPr>
          <w:p w14:paraId="4651EED4" w14:textId="77777777" w:rsidR="00BF63BB" w:rsidRDefault="00BF63BB" w:rsidP="001F48EF">
            <w:r>
              <w:t>Router des Providers Y</w:t>
            </w:r>
          </w:p>
        </w:tc>
        <w:tc>
          <w:tcPr>
            <w:tcW w:w="2268" w:type="dxa"/>
          </w:tcPr>
          <w:p w14:paraId="504406FE" w14:textId="77777777" w:rsidR="00BF63BB" w:rsidRDefault="00BF63BB" w:rsidP="001F48EF"/>
        </w:tc>
      </w:tr>
      <w:tr w:rsidR="00BF63BB" w14:paraId="52F1CF3A" w14:textId="77777777" w:rsidTr="0026718D">
        <w:trPr>
          <w:trHeight w:val="510"/>
        </w:trPr>
        <w:tc>
          <w:tcPr>
            <w:tcW w:w="2971" w:type="dxa"/>
          </w:tcPr>
          <w:p w14:paraId="4431160D" w14:textId="77777777" w:rsidR="00BF63BB" w:rsidRDefault="00BF63BB" w:rsidP="001F48EF">
            <w:r>
              <w:t>Mobilfunkbasisstation 1</w:t>
            </w:r>
          </w:p>
        </w:tc>
        <w:tc>
          <w:tcPr>
            <w:tcW w:w="2268" w:type="dxa"/>
          </w:tcPr>
          <w:p w14:paraId="2A27C65E" w14:textId="77777777" w:rsidR="00BF63BB" w:rsidRDefault="00BF63BB" w:rsidP="001F48EF"/>
        </w:tc>
      </w:tr>
      <w:tr w:rsidR="00BF63BB" w14:paraId="34218199" w14:textId="77777777" w:rsidTr="0026718D">
        <w:trPr>
          <w:cnfStyle w:val="000000100000" w:firstRow="0" w:lastRow="0" w:firstColumn="0" w:lastColumn="0" w:oddVBand="0" w:evenVBand="0" w:oddHBand="1" w:evenHBand="0" w:firstRowFirstColumn="0" w:firstRowLastColumn="0" w:lastRowFirstColumn="0" w:lastRowLastColumn="0"/>
          <w:trHeight w:val="510"/>
        </w:trPr>
        <w:tc>
          <w:tcPr>
            <w:tcW w:w="2971" w:type="dxa"/>
          </w:tcPr>
          <w:p w14:paraId="21A7BE10" w14:textId="77777777" w:rsidR="00BF63BB" w:rsidRDefault="00BF63BB" w:rsidP="001F48EF">
            <w:r>
              <w:t>…</w:t>
            </w:r>
          </w:p>
        </w:tc>
        <w:tc>
          <w:tcPr>
            <w:tcW w:w="2268" w:type="dxa"/>
          </w:tcPr>
          <w:p w14:paraId="3B33250F" w14:textId="77777777" w:rsidR="00BF63BB" w:rsidRDefault="00BF63BB" w:rsidP="001F48EF">
            <w:pPr>
              <w:keepNext/>
            </w:pPr>
          </w:p>
        </w:tc>
      </w:tr>
    </w:tbl>
    <w:p w14:paraId="0475998F" w14:textId="75975223" w:rsidR="00BF63BB" w:rsidRDefault="00BF63BB" w:rsidP="0026718D">
      <w:pPr>
        <w:pStyle w:val="UnterschriftINFSII"/>
        <w:ind w:left="360"/>
      </w:pPr>
      <w:r>
        <w:t xml:space="preserve">Tabelle </w:t>
      </w:r>
      <w:r>
        <w:fldChar w:fldCharType="begin"/>
      </w:r>
      <w:r>
        <w:instrText xml:space="preserve"> SEQ Tabelle \* ARABIC </w:instrText>
      </w:r>
      <w:r>
        <w:fldChar w:fldCharType="separate"/>
      </w:r>
      <w:r w:rsidR="00026AE7">
        <w:rPr>
          <w:noProof/>
        </w:rPr>
        <w:t>1</w:t>
      </w:r>
      <w:r>
        <w:rPr>
          <w:noProof/>
        </w:rPr>
        <w:fldChar w:fldCharType="end"/>
      </w:r>
      <w:r>
        <w:t xml:space="preserve">: vereinfachte Routingtabelle </w:t>
      </w:r>
      <w:r>
        <w:rPr>
          <w:noProof/>
        </w:rPr>
        <w:t>für Router 5</w:t>
      </w:r>
    </w:p>
    <w:p w14:paraId="2E90C7A9" w14:textId="0A92920A" w:rsidR="00BF63BB" w:rsidRDefault="00BF63BB" w:rsidP="00BF63BB">
      <w:pPr>
        <w:pStyle w:val="Listenabsatz"/>
        <w:numPr>
          <w:ilvl w:val="0"/>
          <w:numId w:val="34"/>
        </w:numPr>
        <w:spacing w:before="120"/>
      </w:pPr>
      <w:r>
        <w:t>Vergleich</w:t>
      </w:r>
      <w:r w:rsidR="0026718D">
        <w:t>en Sie Ihre</w:t>
      </w:r>
      <w:r>
        <w:t xml:space="preserve"> Tabellen. Gibt es unterschiedliche Möglichkeiten? Begründe</w:t>
      </w:r>
      <w:r w:rsidR="0026718D">
        <w:t>n Sie</w:t>
      </w:r>
      <w:r>
        <w:t>.</w:t>
      </w:r>
    </w:p>
    <w:p w14:paraId="03486787" w14:textId="41629DAE" w:rsidR="00BF63BB" w:rsidRDefault="00BF63BB" w:rsidP="00BF63BB">
      <w:pPr>
        <w:pStyle w:val="Listenabsatz"/>
        <w:numPr>
          <w:ilvl w:val="0"/>
          <w:numId w:val="34"/>
        </w:numPr>
        <w:spacing w:before="120"/>
      </w:pPr>
      <w:r>
        <w:t xml:space="preserve">Routingtabellen verfügen für jedes Ziel in der Regel noch über einen Eintrag für einen weiteren Router, an den die Nachricht weitergeleitet werden kann. </w:t>
      </w:r>
      <w:r w:rsidR="0026718D">
        <w:t>Erläutern Sie</w:t>
      </w:r>
      <w:r>
        <w:t>, warum das sinnvoll ist.</w:t>
      </w:r>
    </w:p>
    <w:p w14:paraId="0BB86450" w14:textId="77777777" w:rsidR="00BF63BB" w:rsidRDefault="00BF63BB" w:rsidP="00BF63BB">
      <w:pPr>
        <w:spacing w:after="160" w:line="259" w:lineRule="auto"/>
        <w:rPr>
          <w:b/>
          <w:bCs/>
        </w:rPr>
      </w:pPr>
      <w:r>
        <w:rPr>
          <w:b/>
          <w:bCs/>
        </w:rPr>
        <w:br w:type="page"/>
      </w:r>
    </w:p>
    <w:p w14:paraId="3BED025E" w14:textId="2320193E" w:rsidR="00BF63BB" w:rsidRDefault="00BF63BB" w:rsidP="0026718D">
      <w:pPr>
        <w:pStyle w:val="UnterschriftINFSII"/>
        <w:rPr>
          <w:b/>
          <w:bCs/>
        </w:rPr>
      </w:pPr>
      <w:r>
        <w:rPr>
          <w:b/>
          <w:bCs/>
          <w:noProof/>
        </w:rPr>
        <w:lastRenderedPageBreak/>
        <mc:AlternateContent>
          <mc:Choice Requires="wpg">
            <w:drawing>
              <wp:anchor distT="0" distB="0" distL="114300" distR="114300" simplePos="0" relativeHeight="251659264" behindDoc="0" locked="0" layoutInCell="1" allowOverlap="1" wp14:anchorId="341A27A9" wp14:editId="6A706053">
                <wp:simplePos x="0" y="0"/>
                <wp:positionH relativeFrom="margin">
                  <wp:align>right</wp:align>
                </wp:positionH>
                <wp:positionV relativeFrom="paragraph">
                  <wp:posOffset>12065</wp:posOffset>
                </wp:positionV>
                <wp:extent cx="5760720" cy="3295650"/>
                <wp:effectExtent l="0" t="0" r="0" b="0"/>
                <wp:wrapTopAndBottom/>
                <wp:docPr id="470473270" name="Gruppieren 2"/>
                <wp:cNvGraphicFramePr/>
                <a:graphic xmlns:a="http://schemas.openxmlformats.org/drawingml/2006/main">
                  <a:graphicData uri="http://schemas.microsoft.com/office/word/2010/wordprocessingGroup">
                    <wpg:wgp>
                      <wpg:cNvGrpSpPr/>
                      <wpg:grpSpPr>
                        <a:xfrm>
                          <a:off x="0" y="0"/>
                          <a:ext cx="5760720" cy="3295650"/>
                          <a:chOff x="0" y="0"/>
                          <a:chExt cx="5760720" cy="3295650"/>
                        </a:xfrm>
                      </wpg:grpSpPr>
                      <pic:pic xmlns:pic="http://schemas.openxmlformats.org/drawingml/2006/picture">
                        <pic:nvPicPr>
                          <pic:cNvPr id="794007773"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760720" cy="3295650"/>
                          </a:xfrm>
                          <a:prstGeom prst="rect">
                            <a:avLst/>
                          </a:prstGeom>
                        </pic:spPr>
                      </pic:pic>
                      <pic:pic xmlns:pic="http://schemas.openxmlformats.org/drawingml/2006/picture">
                        <pic:nvPicPr>
                          <pic:cNvPr id="1648464222" name="Grafik 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1067317">
                            <a:off x="5143500" y="1781175"/>
                            <a:ext cx="293370" cy="292735"/>
                          </a:xfrm>
                          <a:prstGeom prst="rect">
                            <a:avLst/>
                          </a:prstGeom>
                        </pic:spPr>
                      </pic:pic>
                      <pic:pic xmlns:pic="http://schemas.openxmlformats.org/drawingml/2006/picture">
                        <pic:nvPicPr>
                          <pic:cNvPr id="1821306923" name="Grafik 2"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8236642">
                            <a:off x="4420235" y="2265680"/>
                            <a:ext cx="293370" cy="292735"/>
                          </a:xfrm>
                          <a:prstGeom prst="rect">
                            <a:avLst/>
                          </a:prstGeom>
                        </pic:spPr>
                      </pic:pic>
                      <pic:pic xmlns:pic="http://schemas.openxmlformats.org/drawingml/2006/picture">
                        <pic:nvPicPr>
                          <pic:cNvPr id="1811190634" name="Grafik 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137446">
                            <a:off x="3953828" y="2504122"/>
                            <a:ext cx="293370" cy="292735"/>
                          </a:xfrm>
                          <a:prstGeom prst="rect">
                            <a:avLst/>
                          </a:prstGeom>
                        </pic:spPr>
                      </pic:pic>
                      <pic:pic xmlns:pic="http://schemas.openxmlformats.org/drawingml/2006/picture">
                        <pic:nvPicPr>
                          <pic:cNvPr id="1406399265" name="Grafik 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32486">
                            <a:off x="4238625" y="2390775"/>
                            <a:ext cx="293370" cy="292735"/>
                          </a:xfrm>
                          <a:prstGeom prst="rect">
                            <a:avLst/>
                          </a:prstGeom>
                        </pic:spPr>
                      </pic:pic>
                    </wpg:wgp>
                  </a:graphicData>
                </a:graphic>
              </wp:anchor>
            </w:drawing>
          </mc:Choice>
          <mc:Fallback>
            <w:pict>
              <v:group w14:anchorId="3290A417" id="Gruppieren 2" o:spid="_x0000_s1026" style="position:absolute;margin-left:402.4pt;margin-top:.95pt;width:453.6pt;height:259.5pt;z-index:251659264;mso-position-horizontal:right;mso-position-horizontal-relative:margin" coordsize="57607,32956"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57607;height:3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">
                  <v:imagedata r:id="rId11" o:title=""/>
                </v:shape>
                <v:shape id="Grafik 1" o:spid="_x0000_s1028" type="#_x0000_t75" alt="Drahtlos Silhouette" style="position:absolute;left:51435;top:17811;width:2933;height:2928;rotation:-58183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">
                  <v:imagedata r:id="rId12" o:title="Drahtlos Silhouette"/>
                </v:shape>
                <v:shape id="Grafik 2" o:spid="_x0000_s1029" type="#_x0000_t75" alt="Drahtlos Silhouette" style="position:absolute;left:44202;top:22656;width:2934;height:2927;rotation:-367368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">
                  <v:imagedata r:id="rId12" o:title="Drahtlos Silhouette"/>
                </v:shape>
                <v:shape id="Grafik 3" o:spid="_x0000_s1030" type="#_x0000_t75" alt="Drahtlos Silhouette" style="position:absolute;left:39538;top:25041;width:2933;height:2927;rotation:451919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">
                  <v:imagedata r:id="rId12" o:title="Drahtlos Silhouette"/>
                </v:shape>
                <v:shape id="Grafik 4" o:spid="_x0000_s1031" type="#_x0000_t75" alt="Drahtlos Silhouette" style="position:absolute;left:42386;top:23907;width:2933;height:2928;rotation:80007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">
                  <v:imagedata r:id="rId12" o:title="Drahtlos Silhouette"/>
                </v:shape>
                <w10:wrap type="topAndBottom" anchorx="margin"/>
              </v:group>
            </w:pict>
          </mc:Fallback>
        </mc:AlternateContent>
      </w:r>
      <w:r>
        <w:t xml:space="preserve">Abbildung </w:t>
      </w:r>
      <w:r>
        <w:fldChar w:fldCharType="begin"/>
      </w:r>
      <w:r>
        <w:instrText xml:space="preserve"> SEQ Abbildung \* ARABIC </w:instrText>
      </w:r>
      <w:r>
        <w:fldChar w:fldCharType="separate"/>
      </w:r>
      <w:r w:rsidR="00026AE7">
        <w:rPr>
          <w:noProof/>
        </w:rPr>
        <w:t>1</w:t>
      </w:r>
      <w:r>
        <w:rPr>
          <w:noProof/>
        </w:rPr>
        <w:fldChar w:fldCharType="end"/>
      </w:r>
      <w:r>
        <w:t>: Modell des Internets</w:t>
      </w:r>
    </w:p>
    <w:p w14:paraId="0E80AE8D" w14:textId="281508B6" w:rsidR="00BF63BB" w:rsidRDefault="00BF63BB" w:rsidP="00BF63BB">
      <w:pPr>
        <w:spacing w:before="120"/>
      </w:pPr>
      <w:r w:rsidRPr="00961186">
        <w:rPr>
          <w:b/>
          <w:bCs/>
        </w:rPr>
        <w:t>Aufgabe 2:</w:t>
      </w:r>
      <w:r>
        <w:t xml:space="preserve"> Die Adresse eines Zielrechners wird bei der Kommunikation im Internet in Form einer IP-Adresse angegeben. Diese besteht aus vier Zahlen zwischen 0 und 255, die durch einen Punkt getrennt sind: z. B. 10.34.112.7 </w:t>
      </w:r>
      <w:r>
        <w:br/>
        <w:t>Alle Rechner, die sich im gleichen Netzwerk befinden, haben den gleichen Anfang der IP-Adresse. Überlege</w:t>
      </w:r>
      <w:r w:rsidR="006D0D75">
        <w:t>n Sie</w:t>
      </w:r>
      <w:r>
        <w:t>, welchen Vorteil das für die Erstellung einer Routing-Tabelle hat.</w:t>
      </w:r>
    </w:p>
    <w:p w14:paraId="79B51CAE" w14:textId="4980E19D" w:rsidR="00BF63BB" w:rsidRDefault="00BF63BB" w:rsidP="00BF63BB">
      <w:pPr>
        <w:spacing w:after="160" w:line="259" w:lineRule="auto"/>
      </w:pPr>
      <w:r w:rsidRPr="00961186">
        <w:rPr>
          <w:b/>
          <w:bCs/>
        </w:rPr>
        <w:t>Aufgabe 3:</w:t>
      </w:r>
      <w:r>
        <w:t xml:space="preserve"> Erläuter</w:t>
      </w:r>
      <w:r w:rsidR="006D0D75">
        <w:t>n Sie</w:t>
      </w:r>
      <w:r>
        <w:t>, inwieweit die Sicht eines Routers auf das Internet als lokal oder eingeschränkt bezeichnet werden kann.</w:t>
      </w:r>
    </w:p>
    <w:p w14:paraId="1AE155CE" w14:textId="77777777" w:rsidR="006D0D75" w:rsidRDefault="006D0D75" w:rsidP="00BF63BB">
      <w:pPr>
        <w:spacing w:after="160" w:line="259" w:lineRule="auto"/>
      </w:pPr>
    </w:p>
    <w:p w14:paraId="563C7397" w14:textId="77777777" w:rsidR="006D0D75" w:rsidRDefault="006D0D75" w:rsidP="00BF63BB">
      <w:pPr>
        <w:spacing w:after="160" w:line="259" w:lineRule="auto"/>
      </w:pPr>
    </w:p>
    <w:p w14:paraId="6221B1B1" w14:textId="77777777" w:rsidR="006D0D75" w:rsidRDefault="006D0D75" w:rsidP="00BF63BB">
      <w:pPr>
        <w:spacing w:after="160" w:line="259" w:lineRule="auto"/>
      </w:pPr>
    </w:p>
    <w:p w14:paraId="4E0B755E" w14:textId="77777777" w:rsidR="006D0D75" w:rsidRDefault="006D0D75" w:rsidP="00BF63BB">
      <w:pPr>
        <w:spacing w:after="160" w:line="259" w:lineRule="auto"/>
      </w:pPr>
    </w:p>
    <w:p w14:paraId="7B42A6AA" w14:textId="77777777" w:rsidR="006D0D75" w:rsidRDefault="006D0D75" w:rsidP="00BF63BB">
      <w:pPr>
        <w:spacing w:after="160" w:line="259" w:lineRule="auto"/>
      </w:pPr>
    </w:p>
    <w:p w14:paraId="037A0053" w14:textId="77777777" w:rsidR="006D0D75" w:rsidRDefault="006D0D75" w:rsidP="00BF63BB">
      <w:pPr>
        <w:spacing w:after="160" w:line="259" w:lineRule="auto"/>
      </w:pPr>
    </w:p>
    <w:p w14:paraId="7D22B38F" w14:textId="77777777" w:rsidR="006D0D75" w:rsidRDefault="006D0D75" w:rsidP="00BF63BB">
      <w:pPr>
        <w:spacing w:after="160" w:line="259" w:lineRule="auto"/>
      </w:pPr>
    </w:p>
    <w:p w14:paraId="7E98E78C" w14:textId="77777777" w:rsidR="006D0D75" w:rsidRDefault="006D0D75" w:rsidP="00BF63BB">
      <w:pPr>
        <w:spacing w:after="160" w:line="259" w:lineRule="auto"/>
      </w:pPr>
    </w:p>
    <w:p w14:paraId="0E54EA6B" w14:textId="6AB1BBCC" w:rsidR="00D47D8C" w:rsidRDefault="00D47D8C" w:rsidP="00017413">
      <w:r w:rsidRPr="005E1E04">
        <w:t xml:space="preserve">Dieses Werk ist lizenziert unter einer </w:t>
      </w:r>
      <w:hyperlink r:id="rId13" w:history="1">
        <w:r w:rsidRPr="00D17C18">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InfSII</w:t>
      </w:r>
      <w:proofErr w:type="spellEnd"/>
      <w:r>
        <w:t>-Logo</w:t>
      </w:r>
      <w:r>
        <w:t>.</w:t>
      </w:r>
    </w:p>
    <w:p w14:paraId="6AF8B4BC" w14:textId="554C5EBD" w:rsidR="00970575" w:rsidRDefault="00BF63BB">
      <w:r>
        <w:t xml:space="preserve">Abbildung 1 wurde von der Autorin </w:t>
      </w:r>
      <w:r w:rsidR="003E43C5">
        <w:t xml:space="preserve">mit dem </w:t>
      </w:r>
      <w:proofErr w:type="spellStart"/>
      <w:r w:rsidR="003E43C5">
        <w:t>yED</w:t>
      </w:r>
      <w:proofErr w:type="spellEnd"/>
      <w:r w:rsidR="003E43C5">
        <w:t xml:space="preserve"> Graph Editor</w:t>
      </w:r>
      <w:r w:rsidR="00017413">
        <w:t xml:space="preserve"> (</w:t>
      </w:r>
      <w:hyperlink r:id="rId14" w:history="1">
        <w:r w:rsidR="00017413" w:rsidRPr="00D47D8C">
          <w:rPr>
            <w:rStyle w:val="Hyperlink"/>
            <w:color w:val="4E6B9E"/>
          </w:rPr>
          <w:t>https://www.yworks.com/products/yed</w:t>
        </w:r>
      </w:hyperlink>
      <w:r w:rsidR="00017413">
        <w:t>) erstellt und um das WLAN-Symbol aus den Microsoft Word Piktogrammen ergänzt.</w:t>
      </w:r>
    </w:p>
    <w:sectPr w:rsidR="00970575" w:rsidSect="00DE0A77">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F7D6C" w14:textId="77777777" w:rsidR="00DE0A77" w:rsidRDefault="00DE0A77" w:rsidP="006D1346">
      <w:pPr>
        <w:spacing w:after="0" w:line="240" w:lineRule="auto"/>
      </w:pPr>
      <w:r>
        <w:separator/>
      </w:r>
    </w:p>
  </w:endnote>
  <w:endnote w:type="continuationSeparator" w:id="0">
    <w:p w14:paraId="00AE5096" w14:textId="77777777" w:rsidR="00DE0A77" w:rsidRDefault="00DE0A7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9D2F4" w14:textId="452E58A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10E54A6" wp14:editId="52A4B59F">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4113">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C84113">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A2BAB" w14:textId="77777777" w:rsidR="00DE0A77" w:rsidRDefault="00DE0A77" w:rsidP="006D1346">
      <w:pPr>
        <w:spacing w:after="0" w:line="240" w:lineRule="auto"/>
      </w:pPr>
      <w:r>
        <w:separator/>
      </w:r>
    </w:p>
  </w:footnote>
  <w:footnote w:type="continuationSeparator" w:id="0">
    <w:p w14:paraId="492B0275" w14:textId="77777777" w:rsidR="00DE0A77" w:rsidRDefault="00DE0A7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B1D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DC0E6EE" wp14:editId="1C681C31">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7FF66CA"/>
    <w:multiLevelType w:val="hybridMultilevel"/>
    <w:tmpl w:val="C4B04252"/>
    <w:lvl w:ilvl="0" w:tplc="D534E8FC">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527A25"/>
    <w:multiLevelType w:val="hybridMultilevel"/>
    <w:tmpl w:val="87EC09F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5280202"/>
    <w:multiLevelType w:val="hybridMultilevel"/>
    <w:tmpl w:val="7F6848BE"/>
    <w:lvl w:ilvl="0" w:tplc="FD52F73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FDA7BA5"/>
    <w:multiLevelType w:val="hybridMultilevel"/>
    <w:tmpl w:val="84589F04"/>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400781E"/>
    <w:multiLevelType w:val="hybridMultilevel"/>
    <w:tmpl w:val="812845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21"/>
  </w:num>
  <w:num w:numId="2" w16cid:durableId="878013062">
    <w:abstractNumId w:val="26"/>
  </w:num>
  <w:num w:numId="3" w16cid:durableId="274022642">
    <w:abstractNumId w:val="6"/>
  </w:num>
  <w:num w:numId="4" w16cid:durableId="1326667999">
    <w:abstractNumId w:val="23"/>
  </w:num>
  <w:num w:numId="5" w16cid:durableId="1574002844">
    <w:abstractNumId w:val="29"/>
  </w:num>
  <w:num w:numId="6" w16cid:durableId="1412005836">
    <w:abstractNumId w:val="27"/>
  </w:num>
  <w:num w:numId="7" w16cid:durableId="1686246849">
    <w:abstractNumId w:val="18"/>
  </w:num>
  <w:num w:numId="8" w16cid:durableId="1491672303">
    <w:abstractNumId w:val="15"/>
  </w:num>
  <w:num w:numId="9" w16cid:durableId="1431851959">
    <w:abstractNumId w:val="0"/>
  </w:num>
  <w:num w:numId="10" w16cid:durableId="2122648965">
    <w:abstractNumId w:val="13"/>
  </w:num>
  <w:num w:numId="11" w16cid:durableId="1135635914">
    <w:abstractNumId w:val="2"/>
  </w:num>
  <w:num w:numId="12" w16cid:durableId="1696006361">
    <w:abstractNumId w:val="24"/>
  </w:num>
  <w:num w:numId="13" w16cid:durableId="150950901">
    <w:abstractNumId w:val="1"/>
  </w:num>
  <w:num w:numId="14" w16cid:durableId="1242058584">
    <w:abstractNumId w:val="8"/>
  </w:num>
  <w:num w:numId="15" w16cid:durableId="1327628330">
    <w:abstractNumId w:val="11"/>
  </w:num>
  <w:num w:numId="16" w16cid:durableId="786049978">
    <w:abstractNumId w:val="16"/>
  </w:num>
  <w:num w:numId="17" w16cid:durableId="2112162433">
    <w:abstractNumId w:val="12"/>
  </w:num>
  <w:num w:numId="18" w16cid:durableId="525291736">
    <w:abstractNumId w:val="7"/>
  </w:num>
  <w:num w:numId="19" w16cid:durableId="935095862">
    <w:abstractNumId w:val="4"/>
  </w:num>
  <w:num w:numId="20" w16cid:durableId="346565763">
    <w:abstractNumId w:val="28"/>
  </w:num>
  <w:num w:numId="21" w16cid:durableId="1870874767">
    <w:abstractNumId w:val="20"/>
  </w:num>
  <w:num w:numId="22" w16cid:durableId="115175415">
    <w:abstractNumId w:val="21"/>
    <w:lvlOverride w:ilvl="0">
      <w:startOverride w:val="1"/>
    </w:lvlOverride>
  </w:num>
  <w:num w:numId="23" w16cid:durableId="707415366">
    <w:abstractNumId w:val="21"/>
    <w:lvlOverride w:ilvl="0">
      <w:startOverride w:val="1"/>
    </w:lvlOverride>
  </w:num>
  <w:num w:numId="24" w16cid:durableId="543759902">
    <w:abstractNumId w:val="21"/>
    <w:lvlOverride w:ilvl="0">
      <w:startOverride w:val="1"/>
    </w:lvlOverride>
  </w:num>
  <w:num w:numId="25" w16cid:durableId="313417135">
    <w:abstractNumId w:val="21"/>
    <w:lvlOverride w:ilvl="0">
      <w:startOverride w:val="1"/>
    </w:lvlOverride>
  </w:num>
  <w:num w:numId="26" w16cid:durableId="1046829233">
    <w:abstractNumId w:val="22"/>
  </w:num>
  <w:num w:numId="27" w16cid:durableId="1994597610">
    <w:abstractNumId w:val="17"/>
  </w:num>
  <w:num w:numId="28" w16cid:durableId="1603340364">
    <w:abstractNumId w:val="14"/>
  </w:num>
  <w:num w:numId="29" w16cid:durableId="744298869">
    <w:abstractNumId w:val="25"/>
  </w:num>
  <w:num w:numId="30" w16cid:durableId="719593282">
    <w:abstractNumId w:val="19"/>
  </w:num>
  <w:num w:numId="31" w16cid:durableId="1853520639">
    <w:abstractNumId w:val="3"/>
  </w:num>
  <w:num w:numId="32" w16cid:durableId="27878195">
    <w:abstractNumId w:val="9"/>
  </w:num>
  <w:num w:numId="33" w16cid:durableId="364137631">
    <w:abstractNumId w:val="10"/>
  </w:num>
  <w:num w:numId="34" w16cid:durableId="915674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3"/>
    <w:rsid w:val="0000775F"/>
    <w:rsid w:val="000127AC"/>
    <w:rsid w:val="00017413"/>
    <w:rsid w:val="00017751"/>
    <w:rsid w:val="00026157"/>
    <w:rsid w:val="00026AE7"/>
    <w:rsid w:val="00071419"/>
    <w:rsid w:val="00072ED2"/>
    <w:rsid w:val="00087065"/>
    <w:rsid w:val="000A7494"/>
    <w:rsid w:val="00126D3F"/>
    <w:rsid w:val="00186A5F"/>
    <w:rsid w:val="001C2D07"/>
    <w:rsid w:val="001F622A"/>
    <w:rsid w:val="00221D86"/>
    <w:rsid w:val="00244639"/>
    <w:rsid w:val="00264EA1"/>
    <w:rsid w:val="0026718D"/>
    <w:rsid w:val="003179DB"/>
    <w:rsid w:val="00330DB0"/>
    <w:rsid w:val="00334221"/>
    <w:rsid w:val="00334714"/>
    <w:rsid w:val="00381B15"/>
    <w:rsid w:val="003906DC"/>
    <w:rsid w:val="003B7431"/>
    <w:rsid w:val="003E43C5"/>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60AA5"/>
    <w:rsid w:val="00693FB8"/>
    <w:rsid w:val="006B2673"/>
    <w:rsid w:val="006B39C8"/>
    <w:rsid w:val="006D0D75"/>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20FA"/>
    <w:rsid w:val="00AA35A0"/>
    <w:rsid w:val="00AA432E"/>
    <w:rsid w:val="00AC2022"/>
    <w:rsid w:val="00AC5E66"/>
    <w:rsid w:val="00B07884"/>
    <w:rsid w:val="00B45DB5"/>
    <w:rsid w:val="00B65416"/>
    <w:rsid w:val="00B73C44"/>
    <w:rsid w:val="00B7608A"/>
    <w:rsid w:val="00B92DDF"/>
    <w:rsid w:val="00BF63BB"/>
    <w:rsid w:val="00C020BB"/>
    <w:rsid w:val="00C1549E"/>
    <w:rsid w:val="00C26C50"/>
    <w:rsid w:val="00C74D4B"/>
    <w:rsid w:val="00C84113"/>
    <w:rsid w:val="00CA7665"/>
    <w:rsid w:val="00CC05C6"/>
    <w:rsid w:val="00CC6DC4"/>
    <w:rsid w:val="00D01058"/>
    <w:rsid w:val="00D10AC8"/>
    <w:rsid w:val="00D33E38"/>
    <w:rsid w:val="00D47D8C"/>
    <w:rsid w:val="00D72D0B"/>
    <w:rsid w:val="00D74946"/>
    <w:rsid w:val="00D775E8"/>
    <w:rsid w:val="00DE0A77"/>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11681"/>
    <w:rsid w:val="00F37CED"/>
    <w:rsid w:val="00F65F18"/>
    <w:rsid w:val="00FB7D36"/>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3978C"/>
  <w15:chartTrackingRefBased/>
  <w15:docId w15:val="{2233C3B8-30FD-462E-8579-C9290A23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Überschrift 2 INFS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Überschrift 2 INFS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017413"/>
    <w:rPr>
      <w:color w:val="8CBD3A"/>
    </w:rPr>
  </w:style>
  <w:style w:type="character" w:customStyle="1" w:styleId="UnterschriftINFSIZchn">
    <w:name w:val="Unterschrift_INFSI Zchn"/>
    <w:basedOn w:val="BeschriftungZchn"/>
    <w:link w:val="UnterschriftINFSI"/>
    <w:rsid w:val="00017413"/>
    <w:rPr>
      <w:i/>
      <w:iCs/>
      <w:color w:val="8CBD3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creativecommons.org/licenses/by-nc-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works.com/products/y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433</Words>
  <Characters>2731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5</cp:revision>
  <cp:lastPrinted>2024-04-30T14:55:00Z</cp:lastPrinted>
  <dcterms:created xsi:type="dcterms:W3CDTF">2024-04-30T14:51:00Z</dcterms:created>
  <dcterms:modified xsi:type="dcterms:W3CDTF">2024-04-30T14:55:00Z</dcterms:modified>
</cp:coreProperties>
</file>